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133" w:tblpY="1944"/>
        <w:tblOverlap w:val="never"/>
        <w:tblW w:w="9828" w:type="dxa"/>
        <w:tblInd w:w="0" w:type="dxa"/>
        <w:tblBorders>
          <w:top w:val="thinThickSmallGap" w:color="auto" w:sz="18" w:space="0"/>
          <w:left w:val="thinThickSmallGap" w:color="auto" w:sz="18" w:space="0"/>
          <w:bottom w:val="thinThickSmallGap" w:color="auto" w:sz="18" w:space="0"/>
          <w:right w:val="thinThickSmallGap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2767"/>
        <w:gridCol w:w="4877"/>
      </w:tblGrid>
      <w:tr>
        <w:tblPrEx>
          <w:tblBorders>
            <w:top w:val="thinThickSmallGap" w:color="auto" w:sz="18" w:space="0"/>
            <w:left w:val="thinThickSmallGap" w:color="auto" w:sz="18" w:space="0"/>
            <w:bottom w:val="thinThickSmallGap" w:color="auto" w:sz="18" w:space="0"/>
            <w:right w:val="thinThick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工程项目名称</w:t>
            </w:r>
          </w:p>
        </w:tc>
        <w:tc>
          <w:tcPr>
            <w:tcW w:w="76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nThickSmallGap" w:color="auto" w:sz="18" w:space="0"/>
            <w:right w:val="thinThick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中标单位</w:t>
            </w:r>
          </w:p>
        </w:tc>
        <w:tc>
          <w:tcPr>
            <w:tcW w:w="76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nThickSmallGap" w:color="auto" w:sz="18" w:space="0"/>
            <w:right w:val="thinThick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82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验收合格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确认说明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nThickSmallGap" w:color="auto" w:sz="18" w:space="0"/>
            <w:right w:val="thinThick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6" w:hRule="atLeast"/>
        </w:trPr>
        <w:tc>
          <w:tcPr>
            <w:tcW w:w="982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eastAsia="zh-CN"/>
              </w:rPr>
              <w:t>致：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79" w:leftChars="228" w:firstLine="64" w:firstLineChars="27"/>
              <w:jc w:val="both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我公司为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中标单位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方，我方施工进场材料经内部自检符合此工程技术质量，已于____年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日完成验收，验收结果合格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。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报请贵单位进行验证并准予相应进度款项支付，特此申请。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下附我公司验收材料清单明细。          供货单位（章）：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560" w:firstLineChars="1900"/>
              <w:jc w:val="both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>联系人（签字）：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 联 系 方 式：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     日        期：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nThickSmallGap" w:color="auto" w:sz="18" w:space="0"/>
            <w:right w:val="thinThick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982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nThickSmallGap" w:color="auto" w:sz="18" w:space="0"/>
            <w:right w:val="thinThick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9" w:hRule="atLeast"/>
        </w:trPr>
        <w:tc>
          <w:tcPr>
            <w:tcW w:w="982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验收记录：</w:t>
            </w:r>
          </w:p>
          <w:p>
            <w:pPr>
              <w:jc w:val="both"/>
              <w:rPr>
                <w:rFonts w:hint="eastAsia" w:ascii="仿宋" w:hAnsi="仿宋" w:eastAsia="仿宋"/>
                <w:bCs/>
                <w:spacing w:val="-20"/>
                <w:sz w:val="24"/>
                <w:szCs w:val="24"/>
                <w:u w:val="single"/>
              </w:rPr>
            </w:pPr>
          </w:p>
          <w:p>
            <w:pPr>
              <w:jc w:val="both"/>
              <w:rPr>
                <w:rFonts w:hint="eastAsia" w:ascii="仿宋" w:hAnsi="仿宋" w:eastAsia="仿宋"/>
                <w:bCs/>
                <w:spacing w:val="-20"/>
                <w:sz w:val="24"/>
                <w:szCs w:val="24"/>
                <w:u w:val="single"/>
              </w:rPr>
            </w:pPr>
          </w:p>
          <w:p>
            <w:pPr>
              <w:jc w:val="both"/>
              <w:rPr>
                <w:rFonts w:hint="eastAsia" w:ascii="仿宋" w:hAnsi="仿宋" w:eastAsia="仿宋"/>
                <w:bCs/>
                <w:spacing w:val="-20"/>
                <w:sz w:val="24"/>
                <w:szCs w:val="24"/>
                <w:u w:val="single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验收小组签字： 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日    期：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</w:t>
            </w:r>
          </w:p>
        </w:tc>
      </w:tr>
      <w:tr>
        <w:tblPrEx>
          <w:tblBorders>
            <w:top w:val="thinThickSmallGap" w:color="auto" w:sz="18" w:space="0"/>
            <w:left w:val="thinThickSmallGap" w:color="auto" w:sz="18" w:space="0"/>
            <w:bottom w:val="thinThickSmallGap" w:color="auto" w:sz="18" w:space="0"/>
            <w:right w:val="thinThickSmallGap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</w:trPr>
        <w:tc>
          <w:tcPr>
            <w:tcW w:w="4951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使用部门（章） 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负责人（签字）：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日    期：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</w:t>
            </w:r>
          </w:p>
        </w:tc>
        <w:tc>
          <w:tcPr>
            <w:tcW w:w="487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国资处（章）：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2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负责人（签字）：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日         期：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</w:t>
            </w:r>
          </w:p>
        </w:tc>
      </w:tr>
    </w:tbl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-72390</wp:posOffset>
                </wp:positionV>
                <wp:extent cx="3390900" cy="44767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61210" y="506095"/>
                          <a:ext cx="33909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sz w:val="36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  <w:lang w:val="en-US" w:eastAsia="zh-CN"/>
                              </w:rPr>
                              <w:t>验收合格确认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  <w:lang w:eastAsia="zh-CN"/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.3pt;margin-top:-5.7pt;height:35.25pt;width:267pt;z-index:251659264;mso-width-relative:page;mso-height-relative:page;" filled="f" stroked="f" coordsize="21600,21600" o:gfxdata="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T8xTXbAAAACgEAAA8AAAAAAAAA&#10;AQAgAAAAIgAAAGRycy9kb3ducmV2LnhtbFBLAQIUABQAAAAIAIdO4kC5aLANRwIAAHE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sz w:val="36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  <w:lang w:val="en-US" w:eastAsia="zh-CN"/>
                        </w:rPr>
                        <w:t>验收合格确认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  <w:lang w:eastAsia="zh-CN"/>
                        </w:rPr>
                        <w:t>单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24"/>
          <w:szCs w:val="24"/>
        </w:rPr>
        <w:t>注：此表一式四份，由财务部门、使用部门、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国资处</w:t>
      </w:r>
      <w:r>
        <w:rPr>
          <w:rFonts w:hint="eastAsia" w:ascii="仿宋" w:hAnsi="仿宋" w:eastAsia="仿宋"/>
          <w:sz w:val="24"/>
          <w:szCs w:val="24"/>
        </w:rPr>
        <w:t>、供应商各执一份。</w:t>
      </w:r>
    </w:p>
    <w:p/>
    <w:sectPr>
      <w:pgSz w:w="11906" w:h="16838"/>
      <w:pgMar w:top="1191" w:right="1134" w:bottom="283" w:left="1134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jQsImhkaWQiOiI0ZTFlOGQ3ZGRmMjE5OWRlZGYwZWUxNjc2NDJkOWFiMCIsInVzZXJDb3VudCI6Nn0="/>
  </w:docVars>
  <w:rsids>
    <w:rsidRoot w:val="73741DD5"/>
    <w:rsid w:val="0A456412"/>
    <w:rsid w:val="0CA57A5D"/>
    <w:rsid w:val="0EC36DDE"/>
    <w:rsid w:val="104045C4"/>
    <w:rsid w:val="161D381A"/>
    <w:rsid w:val="175E7186"/>
    <w:rsid w:val="17867AC7"/>
    <w:rsid w:val="22813257"/>
    <w:rsid w:val="23C41EBE"/>
    <w:rsid w:val="27454C26"/>
    <w:rsid w:val="29952E89"/>
    <w:rsid w:val="2BEC235B"/>
    <w:rsid w:val="2D0839C4"/>
    <w:rsid w:val="2D892B23"/>
    <w:rsid w:val="2EB96A03"/>
    <w:rsid w:val="31481E3C"/>
    <w:rsid w:val="315C7E3B"/>
    <w:rsid w:val="320A25E2"/>
    <w:rsid w:val="33E46641"/>
    <w:rsid w:val="3402334F"/>
    <w:rsid w:val="34887F44"/>
    <w:rsid w:val="36CA5847"/>
    <w:rsid w:val="37D9493A"/>
    <w:rsid w:val="3B300156"/>
    <w:rsid w:val="3E14363A"/>
    <w:rsid w:val="429C6570"/>
    <w:rsid w:val="4A761A84"/>
    <w:rsid w:val="5240516B"/>
    <w:rsid w:val="54AB24F1"/>
    <w:rsid w:val="54AF48AB"/>
    <w:rsid w:val="58056140"/>
    <w:rsid w:val="59DD395F"/>
    <w:rsid w:val="5D2C57AF"/>
    <w:rsid w:val="62FC61EF"/>
    <w:rsid w:val="64AA2D1C"/>
    <w:rsid w:val="669F05C9"/>
    <w:rsid w:val="6A0F4CED"/>
    <w:rsid w:val="6F6C3363"/>
    <w:rsid w:val="710533EC"/>
    <w:rsid w:val="721023D7"/>
    <w:rsid w:val="73741DD5"/>
    <w:rsid w:val="77302EC9"/>
    <w:rsid w:val="78316654"/>
    <w:rsid w:val="799C57A0"/>
    <w:rsid w:val="7A0640E1"/>
    <w:rsid w:val="7F18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2269;&#36164;&#22788;\AppData\Roaming\kingsoft\office6\templates\download\74be4944-8c29-4967-8721-61fedd99d834\&#24037;&#31243;&#26448;&#26009;&#36827;&#22330;&#25253;&#39564;&#30003;&#35831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工程材料进场报验申请单.docx</Template>
  <Pages>1</Pages>
  <Words>218</Words>
  <Characters>221</Characters>
  <Lines>0</Lines>
  <Paragraphs>0</Paragraphs>
  <TotalTime>23</TotalTime>
  <ScaleCrop>false</ScaleCrop>
  <LinksUpToDate>false</LinksUpToDate>
  <CharactersWithSpaces>781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2022-08-25T09:22:00Z</dcterms:created>
  <dc:creator>奥雷里亚诺</dc:creator>
  <cp:lastModifiedBy>__tian</cp:lastModifiedBy>
  <cp:lastPrinted>2022-08-25T09:47:00Z</cp:lastPrinted>
  <dcterms:modified xsi:type="dcterms:W3CDTF">2023-10-02T08:07:09Z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KSOTemplateUUID">
    <vt:lpwstr>v1.0_mb_jXzwwQUvENcY83KMtOlWQQ==</vt:lpwstr>
  </property>
  <property fmtid="{D5CDD505-2E9C-101B-9397-08002B2CF9AE}" pid="4" name="ICV">
    <vt:lpwstr>13B3AAA872474D748C91BDFD1B62E3E2</vt:lpwstr>
  </property>
</Properties>
</file>